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EDC09" w14:textId="77777777" w:rsidR="000B4E40" w:rsidRDefault="000B4E40" w:rsidP="00660A82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HAnsi"/>
          <w:szCs w:val="24"/>
          <w:lang w:eastAsia="en-US"/>
        </w:rPr>
      </w:pPr>
    </w:p>
    <w:p w14:paraId="59572179" w14:textId="6EDA43FB" w:rsidR="00BC0F74" w:rsidRDefault="00660A82" w:rsidP="00660A82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HAnsi"/>
          <w:szCs w:val="24"/>
          <w:lang w:eastAsia="en-US"/>
        </w:rPr>
      </w:pPr>
      <w:r>
        <w:rPr>
          <w:rFonts w:asciiTheme="minorHAnsi" w:eastAsiaTheme="minorHAnsi" w:hAnsiTheme="minorHAnsi" w:cstheme="minorHAnsi"/>
          <w:szCs w:val="24"/>
          <w:lang w:eastAsia="en-US"/>
        </w:rPr>
        <w:t xml:space="preserve">Da inviare entro </w:t>
      </w:r>
      <w:r w:rsidR="00E016CC">
        <w:rPr>
          <w:rFonts w:asciiTheme="minorHAnsi" w:eastAsiaTheme="minorHAnsi" w:hAnsiTheme="minorHAnsi" w:cstheme="minorHAnsi"/>
          <w:szCs w:val="24"/>
          <w:lang w:eastAsia="en-US"/>
        </w:rPr>
        <w:t xml:space="preserve">il </w:t>
      </w:r>
      <w:r w:rsidR="00E016CC">
        <w:rPr>
          <w:rFonts w:asciiTheme="minorHAnsi" w:eastAsiaTheme="minorHAnsi" w:hAnsiTheme="minorHAnsi" w:cstheme="minorHAnsi"/>
          <w:b/>
          <w:bCs/>
          <w:szCs w:val="24"/>
          <w:u w:val="single"/>
          <w:lang w:eastAsia="en-US"/>
        </w:rPr>
        <w:t>18 Ottobre 2019</w:t>
      </w:r>
      <w:r w:rsidR="00E016CC">
        <w:rPr>
          <w:rFonts w:asciiTheme="minorHAnsi" w:eastAsiaTheme="minorHAnsi" w:hAnsiTheme="minorHAnsi" w:cstheme="minorHAnsi"/>
          <w:szCs w:val="24"/>
          <w:lang w:eastAsia="en-US"/>
        </w:rPr>
        <w:t xml:space="preserve"> a </w:t>
      </w:r>
      <w:hyperlink r:id="rId8" w:history="1">
        <w:r w:rsidR="00E016CC" w:rsidRPr="00E016CC">
          <w:rPr>
            <w:rStyle w:val="Collegamentoipertestuale"/>
            <w:rFonts w:asciiTheme="minorHAnsi" w:eastAsiaTheme="minorHAnsi" w:hAnsiTheme="minorHAnsi" w:cstheme="minorHAnsi"/>
            <w:szCs w:val="24"/>
            <w:lang w:eastAsia="en-US"/>
          </w:rPr>
          <w:t>direzione-marche@istruzione.it</w:t>
        </w:r>
      </w:hyperlink>
      <w:r w:rsidR="00E016CC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</w:p>
    <w:p w14:paraId="6784DE00" w14:textId="77777777" w:rsidR="000B4E40" w:rsidRPr="00E016CC" w:rsidRDefault="000B4E40" w:rsidP="00660A82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HAnsi"/>
          <w:szCs w:val="24"/>
          <w:lang w:eastAsia="en-US"/>
        </w:rPr>
      </w:pPr>
      <w:bookmarkStart w:id="0" w:name="_GoBack"/>
      <w:bookmarkEnd w:id="0"/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1"/>
      </w:tblGrid>
      <w:tr w:rsidR="00A55D90" w14:paraId="6E8D5C5B" w14:textId="77777777" w:rsidTr="009345F1">
        <w:tc>
          <w:tcPr>
            <w:tcW w:w="3070" w:type="dxa"/>
            <w:vAlign w:val="bottom"/>
          </w:tcPr>
          <w:p w14:paraId="2C1C93EC" w14:textId="5051B366" w:rsidR="00A55D90" w:rsidRDefault="009345F1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Il sottoscritto</w:t>
            </w:r>
          </w:p>
        </w:tc>
        <w:tc>
          <w:tcPr>
            <w:tcW w:w="6141" w:type="dxa"/>
            <w:gridSpan w:val="2"/>
            <w:tcBorders>
              <w:bottom w:val="single" w:sz="4" w:space="0" w:color="auto"/>
            </w:tcBorders>
            <w:vAlign w:val="bottom"/>
          </w:tcPr>
          <w:p w14:paraId="07F8CAEB" w14:textId="77777777" w:rsidR="00A55D90" w:rsidRDefault="00A55D90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345F1" w14:paraId="658FEA21" w14:textId="77777777" w:rsidTr="006248C5">
        <w:tc>
          <w:tcPr>
            <w:tcW w:w="3070" w:type="dxa"/>
            <w:vAlign w:val="bottom"/>
          </w:tcPr>
          <w:p w14:paraId="401CF7BC" w14:textId="0DB6CAD3" w:rsidR="009345F1" w:rsidRDefault="00B811C3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e-mail </w:t>
            </w:r>
          </w:p>
        </w:tc>
        <w:tc>
          <w:tcPr>
            <w:tcW w:w="61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8BFDAF" w14:textId="77777777" w:rsidR="009345F1" w:rsidRDefault="009345F1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55D90" w14:paraId="5A62C133" w14:textId="77777777" w:rsidTr="006248C5">
        <w:tc>
          <w:tcPr>
            <w:tcW w:w="3070" w:type="dxa"/>
            <w:vAlign w:val="bottom"/>
          </w:tcPr>
          <w:p w14:paraId="5D15DFBC" w14:textId="6044B6F6" w:rsidR="00A55D90" w:rsidRDefault="00B811C3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Tel. cellulare</w:t>
            </w: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3510C8" w14:textId="77777777" w:rsidR="00A55D90" w:rsidRDefault="00A55D90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D18832" w14:textId="77777777" w:rsidR="00A55D90" w:rsidRDefault="00A55D90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B811C3" w14:paraId="211BCFE1" w14:textId="77777777" w:rsidTr="006248C5">
        <w:tc>
          <w:tcPr>
            <w:tcW w:w="3070" w:type="dxa"/>
            <w:vAlign w:val="bottom"/>
          </w:tcPr>
          <w:p w14:paraId="0858E2C0" w14:textId="3E6766BE" w:rsidR="00B811C3" w:rsidRDefault="00B811C3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Docente presso </w:t>
            </w: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FF8AAF" w14:textId="77777777" w:rsidR="00B811C3" w:rsidRDefault="00B811C3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78387C" w14:textId="77777777" w:rsidR="00B811C3" w:rsidRDefault="00B811C3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00C53" w14:paraId="7ACF1701" w14:textId="77777777" w:rsidTr="006248C5">
        <w:tc>
          <w:tcPr>
            <w:tcW w:w="3070" w:type="dxa"/>
            <w:vAlign w:val="bottom"/>
          </w:tcPr>
          <w:p w14:paraId="295D7DA2" w14:textId="77777777" w:rsidR="00200C53" w:rsidRDefault="00200C53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A98BA5" w14:textId="77777777" w:rsidR="00200C53" w:rsidRDefault="00200C53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5ED99C" w14:textId="77777777" w:rsidR="00200C53" w:rsidRDefault="00200C53" w:rsidP="00FE5ADF">
            <w:pPr>
              <w:overflowPunct/>
              <w:autoSpaceDE/>
              <w:autoSpaceDN/>
              <w:adjustRightInd/>
              <w:spacing w:after="200"/>
              <w:jc w:val="both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59572181" w14:textId="77777777" w:rsidR="00FE5ADF" w:rsidRPr="00A22A29" w:rsidRDefault="00FE5ADF" w:rsidP="00FE5ADF">
      <w:pPr>
        <w:overflowPunct/>
        <w:autoSpaceDE/>
        <w:autoSpaceDN/>
        <w:adjustRightInd/>
        <w:spacing w:after="200"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9572186" w14:textId="370C07AD" w:rsidR="009477E0" w:rsidRPr="00A22A29" w:rsidRDefault="009477E0" w:rsidP="009477E0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A22A29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CHIEDE</w:t>
      </w:r>
      <w:r w:rsidR="001E14B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A22A29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DI ADERIRE ALLA PROPOSTA FORMATIVA </w:t>
      </w:r>
    </w:p>
    <w:p w14:paraId="59572187" w14:textId="3CD423C6" w:rsidR="00BC0F74" w:rsidRDefault="00BC0F74" w:rsidP="006248C5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A22A29">
        <w:rPr>
          <w:rFonts w:asciiTheme="minorHAnsi" w:hAnsiTheme="minorHAnsi" w:cstheme="minorHAnsi"/>
          <w:b/>
          <w:sz w:val="22"/>
          <w:szCs w:val="22"/>
        </w:rPr>
        <w:t>“TAG-RUGBY A SCUOLA”</w:t>
      </w:r>
    </w:p>
    <w:p w14:paraId="316D2551" w14:textId="433D6BB8" w:rsidR="000B4E40" w:rsidRDefault="000B4E40" w:rsidP="006248C5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 w:cstheme="minorHAnsi"/>
          <w:b/>
          <w:sz w:val="22"/>
          <w:szCs w:val="22"/>
        </w:rPr>
      </w:pPr>
    </w:p>
    <w:p w14:paraId="265A3CC6" w14:textId="77777777" w:rsidR="000B4E40" w:rsidRDefault="000B4E40" w:rsidP="006248C5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hAnsiTheme="minorHAnsi" w:cstheme="minorHAnsi"/>
          <w:b/>
          <w:sz w:val="22"/>
          <w:szCs w:val="22"/>
        </w:rPr>
      </w:pPr>
    </w:p>
    <w:p w14:paraId="5957218C" w14:textId="77777777" w:rsidR="009477E0" w:rsidRPr="00A22A29" w:rsidRDefault="009477E0" w:rsidP="009477E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22A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Firma del docente                                                                   </w:t>
      </w:r>
    </w:p>
    <w:p w14:paraId="521F0A97" w14:textId="77777777" w:rsidR="00200C53" w:rsidRDefault="009477E0" w:rsidP="009477E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22A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________________________           </w:t>
      </w:r>
    </w:p>
    <w:p w14:paraId="425FCAEF" w14:textId="77777777" w:rsidR="001E14BE" w:rsidRDefault="009477E0" w:rsidP="009477E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22A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               </w:t>
      </w:r>
    </w:p>
    <w:p w14:paraId="3E3160E8" w14:textId="77777777" w:rsidR="001E14BE" w:rsidRDefault="001E14BE" w:rsidP="009477E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957218D" w14:textId="6FF8FDE6" w:rsidR="009477E0" w:rsidRPr="00A22A29" w:rsidRDefault="009477E0" w:rsidP="009477E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22A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</w:t>
      </w:r>
    </w:p>
    <w:p w14:paraId="5957218E" w14:textId="2136F3B1" w:rsidR="009477E0" w:rsidRPr="00A22A29" w:rsidRDefault="009477E0" w:rsidP="009477E0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22A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</w:t>
      </w:r>
      <w:r w:rsidR="001E14BE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</w:t>
      </w:r>
      <w:r w:rsidRPr="00A22A2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Il Dirigente Scolastico</w:t>
      </w:r>
    </w:p>
    <w:p w14:paraId="5957218F" w14:textId="5130164B" w:rsidR="009477E0" w:rsidRPr="00A22A29" w:rsidRDefault="009477E0" w:rsidP="000B4E40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22A29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VISTO</w:t>
      </w:r>
      <w:r w:rsidR="001E14BE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A22A29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SI AUTORIZZA                                       </w:t>
      </w:r>
      <w:r w:rsidR="000B4E40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ab/>
      </w:r>
      <w:r w:rsidRPr="00A22A29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 </w:t>
      </w:r>
      <w:r w:rsidRPr="00A22A29">
        <w:rPr>
          <w:rFonts w:asciiTheme="minorHAnsi" w:eastAsiaTheme="minorHAnsi" w:hAnsiTheme="minorHAnsi" w:cstheme="minorHAnsi"/>
          <w:sz w:val="22"/>
          <w:szCs w:val="22"/>
          <w:lang w:eastAsia="en-US"/>
        </w:rPr>
        <w:t>Timbro e firma    ________________________</w:t>
      </w:r>
    </w:p>
    <w:p w14:paraId="59572192" w14:textId="77777777" w:rsidR="009477E0" w:rsidRPr="00A22A29" w:rsidRDefault="009477E0" w:rsidP="004A4E09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477E0" w:rsidRPr="00A22A29" w:rsidSect="001446D9">
      <w:headerReference w:type="default" r:id="rId9"/>
      <w:footerReference w:type="default" r:id="rId10"/>
      <w:pgSz w:w="11907" w:h="16840"/>
      <w:pgMar w:top="1418" w:right="1418" w:bottom="851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72195" w14:textId="77777777" w:rsidR="00496959" w:rsidRDefault="00496959">
      <w:r>
        <w:separator/>
      </w:r>
    </w:p>
  </w:endnote>
  <w:endnote w:type="continuationSeparator" w:id="0">
    <w:p w14:paraId="59572196" w14:textId="77777777" w:rsidR="00496959" w:rsidRDefault="0049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6C57C" w14:textId="77777777" w:rsidR="00660A82" w:rsidRDefault="00660A82" w:rsidP="00660A82">
    <w:pPr>
      <w:pStyle w:val="Pidipagina"/>
      <w:jc w:val="center"/>
      <w:rPr>
        <w:rFonts w:ascii="Garamond" w:hAnsi="Garamond" w:cs="Arial"/>
        <w:sz w:val="16"/>
        <w:szCs w:val="16"/>
      </w:rPr>
    </w:pPr>
    <w:r w:rsidRPr="00660A82">
      <w:rPr>
        <w:rFonts w:ascii="Garamond" w:hAnsi="Garamond" w:cs="Arial"/>
        <w:sz w:val="16"/>
        <w:szCs w:val="16"/>
      </w:rPr>
      <w:t>201910110935_ Modello_Iscrizione_TAG_RUGBY_22_29_Ottobre_2019</w:t>
    </w:r>
  </w:p>
  <w:p w14:paraId="5957219F" w14:textId="40A01086" w:rsidR="004A4E09" w:rsidRPr="006F4E6F" w:rsidRDefault="004A4E09" w:rsidP="004A4E09">
    <w:pPr>
      <w:pStyle w:val="Pidipagina"/>
      <w:jc w:val="both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V</w:t>
    </w:r>
    <w:r w:rsidRPr="006F4E6F">
      <w:rPr>
        <w:rFonts w:ascii="Garamond" w:hAnsi="Garamond" w:cs="Arial"/>
        <w:sz w:val="18"/>
        <w:szCs w:val="18"/>
      </w:rPr>
      <w:t xml:space="preserve">ia XXV Aprile, 19  - </w:t>
    </w:r>
    <w:r w:rsidRPr="006F4E6F">
      <w:rPr>
        <w:rFonts w:ascii="Garamond" w:hAnsi="Garamond" w:cs="Arial"/>
        <w:smallCaps/>
        <w:sz w:val="18"/>
        <w:szCs w:val="18"/>
      </w:rPr>
      <w:t>Ancona</w:t>
    </w:r>
    <w:r w:rsidRPr="006F4E6F">
      <w:rPr>
        <w:rFonts w:ascii="Garamond" w:hAnsi="Garamond" w:cs="Arial"/>
        <w:sz w:val="18"/>
        <w:szCs w:val="18"/>
      </w:rPr>
      <w:t xml:space="preserve"> - tel. 071 22 951 –  indirizzo posta elettronica certificata </w:t>
    </w:r>
    <w:hyperlink r:id="rId1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drma@postacert.istruzione.it</w:t>
      </w:r>
    </w:hyperlink>
  </w:p>
  <w:p w14:paraId="595721A0" w14:textId="77777777" w:rsidR="004A4E09" w:rsidRPr="006F4E6F" w:rsidRDefault="004A4E09" w:rsidP="004A4E09">
    <w:pPr>
      <w:pStyle w:val="Pidipagina"/>
      <w:jc w:val="center"/>
      <w:rPr>
        <w:rFonts w:ascii="Garamond" w:hAnsi="Garamond" w:cs="Arial"/>
        <w:sz w:val="18"/>
        <w:szCs w:val="18"/>
      </w:rPr>
    </w:pPr>
    <w:r w:rsidRPr="006F4E6F">
      <w:rPr>
        <w:rFonts w:ascii="Garamond" w:hAnsi="Garamond" w:cs="Arial"/>
        <w:sz w:val="18"/>
        <w:szCs w:val="18"/>
      </w:rPr>
      <w:t xml:space="preserve">indirizzo posta elettronica ordinaria </w:t>
    </w:r>
    <w:hyperlink r:id="rId2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direzione-marche@istruzione.it</w:t>
      </w:r>
    </w:hyperlink>
    <w:r w:rsidRPr="006F4E6F">
      <w:rPr>
        <w:rFonts w:ascii="Garamond" w:hAnsi="Garamond" w:cs="Arial"/>
        <w:sz w:val="18"/>
        <w:szCs w:val="18"/>
      </w:rPr>
      <w:t xml:space="preserve"> – sito WEB </w:t>
    </w:r>
    <w:hyperlink r:id="rId3" w:history="1">
      <w:r w:rsidRPr="006F4E6F">
        <w:rPr>
          <w:rStyle w:val="Collegamentoipertestuale"/>
          <w:rFonts w:ascii="Garamond" w:hAnsi="Garamond" w:cs="Arial"/>
          <w:sz w:val="18"/>
          <w:szCs w:val="18"/>
        </w:rPr>
        <w:t>http://www.marche.istruzione.it</w:t>
      </w:r>
    </w:hyperlink>
  </w:p>
  <w:p w14:paraId="595721A1" w14:textId="77777777" w:rsidR="004A4E09" w:rsidRPr="006F4E6F" w:rsidRDefault="004A4E09" w:rsidP="004A4E09">
    <w:pPr>
      <w:pStyle w:val="Pidipagina"/>
      <w:rPr>
        <w:szCs w:val="15"/>
      </w:rPr>
    </w:pPr>
  </w:p>
  <w:p w14:paraId="595721A2" w14:textId="77777777" w:rsidR="004A4E09" w:rsidRPr="00136AAF" w:rsidRDefault="004A4E09" w:rsidP="004A4E09">
    <w:pPr>
      <w:pStyle w:val="Pidipagina"/>
      <w:rPr>
        <w:szCs w:val="15"/>
      </w:rPr>
    </w:pPr>
  </w:p>
  <w:p w14:paraId="595721A3" w14:textId="77777777" w:rsidR="002E6CB5" w:rsidRPr="00136AAF" w:rsidRDefault="002E6CB5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72193" w14:textId="77777777" w:rsidR="00496959" w:rsidRDefault="00496959">
      <w:r>
        <w:separator/>
      </w:r>
    </w:p>
  </w:footnote>
  <w:footnote w:type="continuationSeparator" w:id="0">
    <w:p w14:paraId="59572194" w14:textId="77777777" w:rsidR="00496959" w:rsidRDefault="00496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72197" w14:textId="77777777"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59572198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59572199" w14:textId="77777777" w:rsidR="002E6CB5" w:rsidRDefault="00D256A6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595721A4" wp14:editId="595721A5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57219A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5957219B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5957219C" w14:textId="77777777" w:rsidR="002E6CB5" w:rsidRPr="001446D9" w:rsidRDefault="002E6CB5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14:paraId="5957219D" w14:textId="77777777" w:rsidR="00787314" w:rsidRDefault="00787314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8B"/>
      </v:shape>
    </w:pict>
  </w:numPicBullet>
  <w:abstractNum w:abstractNumId="0" w15:restartNumberingAfterBreak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 w15:restartNumberingAfterBreak="0">
    <w:nsid w:val="099C59B8"/>
    <w:multiLevelType w:val="hybridMultilevel"/>
    <w:tmpl w:val="3EB64A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977E1"/>
    <w:multiLevelType w:val="hybridMultilevel"/>
    <w:tmpl w:val="303A9372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E592BDEE">
      <w:numFmt w:val="bullet"/>
      <w:lvlText w:val="•"/>
      <w:lvlJc w:val="left"/>
      <w:pPr>
        <w:ind w:left="2498" w:hanging="3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5C4086"/>
    <w:multiLevelType w:val="hybridMultilevel"/>
    <w:tmpl w:val="A16A0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EEB2F97"/>
    <w:multiLevelType w:val="hybridMultilevel"/>
    <w:tmpl w:val="03006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B2F46"/>
    <w:multiLevelType w:val="hybridMultilevel"/>
    <w:tmpl w:val="A816FFFA"/>
    <w:lvl w:ilvl="0" w:tplc="04100007">
      <w:start w:val="1"/>
      <w:numFmt w:val="bullet"/>
      <w:lvlText w:val=""/>
      <w:lvlPicBulletId w:val="0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42E86E70"/>
    <w:multiLevelType w:val="multilevel"/>
    <w:tmpl w:val="F8E639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42866F0"/>
    <w:multiLevelType w:val="hybridMultilevel"/>
    <w:tmpl w:val="6D30528E"/>
    <w:lvl w:ilvl="0" w:tplc="7B840F40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127E71"/>
    <w:multiLevelType w:val="hybridMultilevel"/>
    <w:tmpl w:val="A4280F92"/>
    <w:lvl w:ilvl="0" w:tplc="0410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1"/>
  </w:num>
  <w:num w:numId="7">
    <w:abstractNumId w:val="9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1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0EE7"/>
    <w:rsid w:val="00033660"/>
    <w:rsid w:val="00051DBB"/>
    <w:rsid w:val="00072E88"/>
    <w:rsid w:val="00091E4F"/>
    <w:rsid w:val="000A451B"/>
    <w:rsid w:val="000B4E40"/>
    <w:rsid w:val="000E51F7"/>
    <w:rsid w:val="001169C1"/>
    <w:rsid w:val="00125665"/>
    <w:rsid w:val="00130B05"/>
    <w:rsid w:val="001328E3"/>
    <w:rsid w:val="00136AAF"/>
    <w:rsid w:val="00140EC3"/>
    <w:rsid w:val="00141118"/>
    <w:rsid w:val="001446D9"/>
    <w:rsid w:val="00160756"/>
    <w:rsid w:val="0016081D"/>
    <w:rsid w:val="00194F1D"/>
    <w:rsid w:val="001959A5"/>
    <w:rsid w:val="001C586C"/>
    <w:rsid w:val="001D0E3E"/>
    <w:rsid w:val="001D2BA4"/>
    <w:rsid w:val="001D2F56"/>
    <w:rsid w:val="001E14BE"/>
    <w:rsid w:val="00200C53"/>
    <w:rsid w:val="00201D56"/>
    <w:rsid w:val="0024683E"/>
    <w:rsid w:val="00247B14"/>
    <w:rsid w:val="00267D33"/>
    <w:rsid w:val="00283E83"/>
    <w:rsid w:val="00283E91"/>
    <w:rsid w:val="00285579"/>
    <w:rsid w:val="0029271A"/>
    <w:rsid w:val="002A2A80"/>
    <w:rsid w:val="002B541F"/>
    <w:rsid w:val="002E6CB5"/>
    <w:rsid w:val="002F39BA"/>
    <w:rsid w:val="002F45C3"/>
    <w:rsid w:val="00325D26"/>
    <w:rsid w:val="00326968"/>
    <w:rsid w:val="0033087C"/>
    <w:rsid w:val="00340F90"/>
    <w:rsid w:val="003633A1"/>
    <w:rsid w:val="00381828"/>
    <w:rsid w:val="00392A43"/>
    <w:rsid w:val="003941C8"/>
    <w:rsid w:val="00396DCD"/>
    <w:rsid w:val="003A2189"/>
    <w:rsid w:val="003B4C21"/>
    <w:rsid w:val="003B7766"/>
    <w:rsid w:val="003C6398"/>
    <w:rsid w:val="003D5B48"/>
    <w:rsid w:val="004041A2"/>
    <w:rsid w:val="00427F65"/>
    <w:rsid w:val="00433853"/>
    <w:rsid w:val="00433C0E"/>
    <w:rsid w:val="00451B49"/>
    <w:rsid w:val="0047283F"/>
    <w:rsid w:val="00475C3C"/>
    <w:rsid w:val="00496959"/>
    <w:rsid w:val="004A4E09"/>
    <w:rsid w:val="004E74F1"/>
    <w:rsid w:val="005058AB"/>
    <w:rsid w:val="005173B6"/>
    <w:rsid w:val="005244E7"/>
    <w:rsid w:val="00527FC3"/>
    <w:rsid w:val="00546ED3"/>
    <w:rsid w:val="0055114D"/>
    <w:rsid w:val="005846B3"/>
    <w:rsid w:val="00586341"/>
    <w:rsid w:val="005A4D89"/>
    <w:rsid w:val="005B1070"/>
    <w:rsid w:val="005C62FA"/>
    <w:rsid w:val="005D0EF5"/>
    <w:rsid w:val="005E72F2"/>
    <w:rsid w:val="005F437D"/>
    <w:rsid w:val="00607208"/>
    <w:rsid w:val="0062214C"/>
    <w:rsid w:val="006248C5"/>
    <w:rsid w:val="00660A82"/>
    <w:rsid w:val="0066114A"/>
    <w:rsid w:val="006857EC"/>
    <w:rsid w:val="00686718"/>
    <w:rsid w:val="00693327"/>
    <w:rsid w:val="006A2BB1"/>
    <w:rsid w:val="006B34B4"/>
    <w:rsid w:val="006D1C3E"/>
    <w:rsid w:val="006D43B8"/>
    <w:rsid w:val="006E4A3F"/>
    <w:rsid w:val="007228EE"/>
    <w:rsid w:val="00725996"/>
    <w:rsid w:val="0073795F"/>
    <w:rsid w:val="00740E70"/>
    <w:rsid w:val="00777C59"/>
    <w:rsid w:val="00787314"/>
    <w:rsid w:val="00790B24"/>
    <w:rsid w:val="00805F59"/>
    <w:rsid w:val="00820087"/>
    <w:rsid w:val="00820B7C"/>
    <w:rsid w:val="00830314"/>
    <w:rsid w:val="00831A5E"/>
    <w:rsid w:val="00852D1D"/>
    <w:rsid w:val="0085690F"/>
    <w:rsid w:val="00856D0E"/>
    <w:rsid w:val="008615A4"/>
    <w:rsid w:val="00874BD8"/>
    <w:rsid w:val="008A3D06"/>
    <w:rsid w:val="008B4793"/>
    <w:rsid w:val="008C00CB"/>
    <w:rsid w:val="008C5CA0"/>
    <w:rsid w:val="008C5CFD"/>
    <w:rsid w:val="00902F41"/>
    <w:rsid w:val="00911C62"/>
    <w:rsid w:val="009309A5"/>
    <w:rsid w:val="0093420D"/>
    <w:rsid w:val="009345F1"/>
    <w:rsid w:val="009477E0"/>
    <w:rsid w:val="00952391"/>
    <w:rsid w:val="009833F5"/>
    <w:rsid w:val="00984B7E"/>
    <w:rsid w:val="00990D6F"/>
    <w:rsid w:val="00994178"/>
    <w:rsid w:val="00995801"/>
    <w:rsid w:val="009A1CEF"/>
    <w:rsid w:val="009A270E"/>
    <w:rsid w:val="009A5CFE"/>
    <w:rsid w:val="009B2E77"/>
    <w:rsid w:val="009C4538"/>
    <w:rsid w:val="009C7B0D"/>
    <w:rsid w:val="00A06A97"/>
    <w:rsid w:val="00A22A29"/>
    <w:rsid w:val="00A25362"/>
    <w:rsid w:val="00A41A22"/>
    <w:rsid w:val="00A43D45"/>
    <w:rsid w:val="00A55D90"/>
    <w:rsid w:val="00A57528"/>
    <w:rsid w:val="00A83D25"/>
    <w:rsid w:val="00A84C30"/>
    <w:rsid w:val="00A965D8"/>
    <w:rsid w:val="00AA7A72"/>
    <w:rsid w:val="00AC160E"/>
    <w:rsid w:val="00AC63AB"/>
    <w:rsid w:val="00AD4A43"/>
    <w:rsid w:val="00AE3459"/>
    <w:rsid w:val="00AF5B50"/>
    <w:rsid w:val="00B25BE3"/>
    <w:rsid w:val="00B51317"/>
    <w:rsid w:val="00B811C3"/>
    <w:rsid w:val="00B9297F"/>
    <w:rsid w:val="00BA4C0A"/>
    <w:rsid w:val="00BC0F74"/>
    <w:rsid w:val="00BE0483"/>
    <w:rsid w:val="00C004F3"/>
    <w:rsid w:val="00C050BD"/>
    <w:rsid w:val="00C412A8"/>
    <w:rsid w:val="00C53192"/>
    <w:rsid w:val="00C54619"/>
    <w:rsid w:val="00C66C50"/>
    <w:rsid w:val="00C72FBE"/>
    <w:rsid w:val="00C83861"/>
    <w:rsid w:val="00C85AB2"/>
    <w:rsid w:val="00CA6E3E"/>
    <w:rsid w:val="00CB5E03"/>
    <w:rsid w:val="00CC2EA8"/>
    <w:rsid w:val="00CC3989"/>
    <w:rsid w:val="00CE186F"/>
    <w:rsid w:val="00CE768E"/>
    <w:rsid w:val="00CF4386"/>
    <w:rsid w:val="00D07905"/>
    <w:rsid w:val="00D14CE3"/>
    <w:rsid w:val="00D256A6"/>
    <w:rsid w:val="00D41266"/>
    <w:rsid w:val="00D4776C"/>
    <w:rsid w:val="00D531F3"/>
    <w:rsid w:val="00D70B9C"/>
    <w:rsid w:val="00D83871"/>
    <w:rsid w:val="00D876A3"/>
    <w:rsid w:val="00D87DF0"/>
    <w:rsid w:val="00D93756"/>
    <w:rsid w:val="00DD1DAC"/>
    <w:rsid w:val="00DE594A"/>
    <w:rsid w:val="00DF19AB"/>
    <w:rsid w:val="00DF5567"/>
    <w:rsid w:val="00E016CC"/>
    <w:rsid w:val="00E22879"/>
    <w:rsid w:val="00E22F4F"/>
    <w:rsid w:val="00E3197C"/>
    <w:rsid w:val="00E42106"/>
    <w:rsid w:val="00E4555F"/>
    <w:rsid w:val="00E634CE"/>
    <w:rsid w:val="00E97DF5"/>
    <w:rsid w:val="00EB0EE7"/>
    <w:rsid w:val="00ED17F6"/>
    <w:rsid w:val="00EE3406"/>
    <w:rsid w:val="00F522BF"/>
    <w:rsid w:val="00F658DB"/>
    <w:rsid w:val="00F70D7B"/>
    <w:rsid w:val="00F74C37"/>
    <w:rsid w:val="00F82611"/>
    <w:rsid w:val="00F90DB3"/>
    <w:rsid w:val="00FB6072"/>
    <w:rsid w:val="00FD60B1"/>
    <w:rsid w:val="00FE10AD"/>
    <w:rsid w:val="00FE5ADF"/>
    <w:rsid w:val="00FF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957209D"/>
  <w15:docId w15:val="{FBEB52D5-00CF-4694-81FE-FE0D318F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rsid w:val="00EB0EE7"/>
    <w:rPr>
      <w:sz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33087C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3087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corsivo">
    <w:name w:val="Emphasis"/>
    <w:uiPriority w:val="20"/>
    <w:qFormat/>
    <w:rsid w:val="006857EC"/>
    <w:rPr>
      <w:i/>
      <w:iCs/>
    </w:rPr>
  </w:style>
  <w:style w:type="paragraph" w:styleId="Paragrafoelenco">
    <w:name w:val="List Paragraph"/>
    <w:basedOn w:val="Normale"/>
    <w:uiPriority w:val="34"/>
    <w:qFormat/>
    <w:rsid w:val="006857EC"/>
    <w:pPr>
      <w:ind w:left="720"/>
      <w:contextualSpacing/>
    </w:pPr>
  </w:style>
  <w:style w:type="table" w:customStyle="1" w:styleId="Grigliatabella11">
    <w:name w:val="Griglia tabella11"/>
    <w:basedOn w:val="Tabellanormale"/>
    <w:next w:val="Grigliatabella"/>
    <w:uiPriority w:val="59"/>
    <w:rsid w:val="009477E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9477E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E01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marche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6E821-3CDE-47F8-824F-CFC4A807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USR.dotx</Template>
  <TotalTime>12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701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Marco Petrini</cp:lastModifiedBy>
  <cp:revision>14</cp:revision>
  <cp:lastPrinted>2018-09-10T05:44:00Z</cp:lastPrinted>
  <dcterms:created xsi:type="dcterms:W3CDTF">2019-10-11T07:57:00Z</dcterms:created>
  <dcterms:modified xsi:type="dcterms:W3CDTF">2019-10-11T08:12:00Z</dcterms:modified>
</cp:coreProperties>
</file>